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8BC1FF0-7112-4E50-8EFC-92E5C7D8A2A6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